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4A8C" w14:textId="77777777" w:rsidR="00041838" w:rsidRDefault="00041838"/>
    <w:p w14:paraId="179DBF78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47EB6F18" w14:textId="6AA79DD2" w:rsidR="00894D06" w:rsidRDefault="00613D98" w:rsidP="007A7997">
      <w:pPr>
        <w:rPr>
          <w:sz w:val="22"/>
          <w:szCs w:val="22"/>
        </w:rPr>
      </w:pPr>
      <w:r w:rsidRPr="00613D98">
        <w:rPr>
          <w:sz w:val="22"/>
          <w:szCs w:val="22"/>
        </w:rPr>
        <w:t>PRESTATIONS DE NETTOYAGE ET D’ENTRETIEN DES LOCAUX ET PRESTATIONS ASSOCIEES DES SITES DE L’EFS HFNO</w:t>
      </w:r>
    </w:p>
    <w:p w14:paraId="3B5E7607" w14:textId="77777777" w:rsidR="00613D98" w:rsidRPr="007A7997" w:rsidRDefault="00613D98" w:rsidP="007A7997"/>
    <w:p w14:paraId="2E11B96C" w14:textId="77777777" w:rsidR="00837A5B" w:rsidRDefault="007A7997" w:rsidP="00837A5B">
      <w:pPr>
        <w:pStyle w:val="Titre1"/>
      </w:pPr>
      <w:r>
        <w:t>Adresse :</w:t>
      </w:r>
    </w:p>
    <w:p w14:paraId="79032592" w14:textId="264F3CA6" w:rsidR="001D1C85" w:rsidRDefault="001D1C85" w:rsidP="003F43DC">
      <w:pPr>
        <w:rPr>
          <w:sz w:val="22"/>
          <w:szCs w:val="22"/>
        </w:rPr>
      </w:pPr>
      <w:r>
        <w:rPr>
          <w:sz w:val="22"/>
          <w:szCs w:val="22"/>
        </w:rPr>
        <w:t>EFS</w:t>
      </w:r>
      <w:r w:rsidR="003F43DC">
        <w:rPr>
          <w:sz w:val="22"/>
          <w:szCs w:val="22"/>
        </w:rPr>
        <w:t xml:space="preserve"> Maison du Don</w:t>
      </w:r>
      <w:r>
        <w:rPr>
          <w:sz w:val="22"/>
          <w:szCs w:val="22"/>
        </w:rPr>
        <w:t xml:space="preserve"> </w:t>
      </w:r>
      <w:r w:rsidR="00613D9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3F43DC" w:rsidRPr="003F43DC">
        <w:rPr>
          <w:sz w:val="22"/>
          <w:szCs w:val="22"/>
        </w:rPr>
        <w:t>38-42 Av. Charles Saint-Venant</w:t>
      </w:r>
      <w:r w:rsidR="003F43DC">
        <w:rPr>
          <w:sz w:val="22"/>
          <w:szCs w:val="22"/>
        </w:rPr>
        <w:t xml:space="preserve"> </w:t>
      </w:r>
      <w:r w:rsidR="003F43DC" w:rsidRPr="003F43DC">
        <w:rPr>
          <w:sz w:val="22"/>
          <w:szCs w:val="22"/>
        </w:rPr>
        <w:t>59000 LILLE</w:t>
      </w:r>
    </w:p>
    <w:p w14:paraId="08C53ADE" w14:textId="77777777" w:rsidR="001D1C85" w:rsidRDefault="001D1C85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......……..,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Mme…………………………………….……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 xml:space="preserve">de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B41AAE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146560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5E486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60C110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6E8B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F4A5F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8F025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58A94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4B373F1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AC463D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AC463D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3B29DCF5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3F43DC">
              <w:rPr>
                <w:noProof/>
              </w:rPr>
              <w:t>Attestation de visite des locaux</w:t>
            </w:r>
          </w:fldSimple>
          <w:r>
            <w:t xml:space="preserve"> –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3F43D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3D98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pierre hec</cp:lastModifiedBy>
  <cp:revision>11</cp:revision>
  <cp:lastPrinted>2024-11-29T14:12:00Z</cp:lastPrinted>
  <dcterms:created xsi:type="dcterms:W3CDTF">2022-08-24T09:15:00Z</dcterms:created>
  <dcterms:modified xsi:type="dcterms:W3CDTF">2025-05-20T12:15:00Z</dcterms:modified>
</cp:coreProperties>
</file>